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F06594" w14:textId="3EE2355C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r w:rsidR="000B4B77" w:rsidRPr="00E960BB">
        <w:rPr>
          <w:rFonts w:ascii="Corbel" w:hAnsi="Corbel"/>
          <w:bCs/>
          <w:i/>
        </w:rPr>
        <w:t>UR nr</w:t>
      </w:r>
      <w:r w:rsidR="00CD6897"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3275C7B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B7C89DB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FC09D7">
        <w:rPr>
          <w:rFonts w:ascii="Corbel" w:hAnsi="Corbel"/>
          <w:i/>
          <w:smallCaps/>
          <w:sz w:val="24"/>
          <w:szCs w:val="24"/>
        </w:rPr>
        <w:t>2019- 2021</w:t>
      </w:r>
    </w:p>
    <w:p w14:paraId="23C17B7D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50AB37A9" w14:textId="03DCE1D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0B4B77">
        <w:rPr>
          <w:rFonts w:ascii="Corbel" w:hAnsi="Corbel"/>
          <w:sz w:val="20"/>
          <w:szCs w:val="20"/>
        </w:rPr>
        <w:t>2019/2020</w:t>
      </w:r>
      <w:r>
        <w:rPr>
          <w:rFonts w:ascii="Corbel" w:hAnsi="Corbel"/>
          <w:sz w:val="20"/>
          <w:szCs w:val="20"/>
        </w:rPr>
        <w:t>.</w:t>
      </w:r>
    </w:p>
    <w:p w14:paraId="538332A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B3AE57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26D3BF8" w14:textId="77777777" w:rsidTr="00CE6315">
        <w:tc>
          <w:tcPr>
            <w:tcW w:w="2694" w:type="dxa"/>
            <w:vAlign w:val="center"/>
          </w:tcPr>
          <w:p w14:paraId="4D82EEC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30F70F5" w14:textId="77777777" w:rsidR="0085747A" w:rsidRPr="00CE6315" w:rsidRDefault="00B94B45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Indywidualizacja</w:t>
            </w:r>
            <w:r w:rsidR="00CE6315" w:rsidRPr="00CE6315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 w pedagogice przedszkolnej i wczesnoszkolnej</w:t>
            </w:r>
          </w:p>
        </w:tc>
      </w:tr>
      <w:tr w:rsidR="0085747A" w:rsidRPr="009C54AE" w14:paraId="28A2C283" w14:textId="77777777" w:rsidTr="00CE6315">
        <w:tc>
          <w:tcPr>
            <w:tcW w:w="2694" w:type="dxa"/>
            <w:vAlign w:val="center"/>
          </w:tcPr>
          <w:p w14:paraId="63A2988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FC30BA6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E6315" w:rsidRPr="009C54AE" w14:paraId="33C1EAAB" w14:textId="77777777" w:rsidTr="00CE6315">
        <w:tc>
          <w:tcPr>
            <w:tcW w:w="2694" w:type="dxa"/>
            <w:vAlign w:val="center"/>
          </w:tcPr>
          <w:p w14:paraId="070CE1F4" w14:textId="77777777" w:rsidR="00CE6315" w:rsidRPr="009C54AE" w:rsidRDefault="00CE6315" w:rsidP="00CE631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444F043" w14:textId="0F1FFB3E" w:rsidR="00CE6315" w:rsidRDefault="006613BA" w:rsidP="00CE63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E6315" w:rsidRPr="009C54AE" w14:paraId="1F80002B" w14:textId="77777777" w:rsidTr="00CE6315">
        <w:tc>
          <w:tcPr>
            <w:tcW w:w="2694" w:type="dxa"/>
            <w:vAlign w:val="center"/>
          </w:tcPr>
          <w:p w14:paraId="31548208" w14:textId="77777777" w:rsidR="00CE6315" w:rsidRPr="009C54AE" w:rsidRDefault="00CE6315" w:rsidP="00CE63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20D3391" w14:textId="6A778D41" w:rsidR="00CE6315" w:rsidRDefault="006613BA" w:rsidP="00CE63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CE6315" w:rsidRPr="009C54AE" w14:paraId="332A8B2B" w14:textId="77777777" w:rsidTr="00CE6315">
        <w:tc>
          <w:tcPr>
            <w:tcW w:w="2694" w:type="dxa"/>
            <w:vAlign w:val="center"/>
          </w:tcPr>
          <w:p w14:paraId="0C9337D5" w14:textId="77777777" w:rsidR="00CE6315" w:rsidRPr="009C54AE" w:rsidRDefault="00CE6315" w:rsidP="00CE63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D1A16D" w14:textId="2D257529" w:rsidR="00CE6315" w:rsidRDefault="00CE6315" w:rsidP="002566A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</w:t>
            </w:r>
            <w:r w:rsidR="002566A1">
              <w:rPr>
                <w:rFonts w:ascii="Corbel" w:hAnsi="Corbel"/>
                <w:b w:val="0"/>
                <w:sz w:val="24"/>
                <w:szCs w:val="24"/>
              </w:rPr>
              <w:t>ecjalność pedagogika p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rzedszkolna i </w:t>
            </w:r>
            <w:r w:rsidR="002566A1">
              <w:rPr>
                <w:rFonts w:ascii="Corbel" w:hAnsi="Corbel"/>
                <w:b w:val="0"/>
                <w:sz w:val="24"/>
                <w:szCs w:val="24"/>
              </w:rPr>
              <w:t>w</w:t>
            </w:r>
            <w:r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CE6315" w:rsidRPr="009C54AE" w14:paraId="54AEFFC3" w14:textId="77777777" w:rsidTr="00CE6315">
        <w:tc>
          <w:tcPr>
            <w:tcW w:w="2694" w:type="dxa"/>
            <w:vAlign w:val="center"/>
          </w:tcPr>
          <w:p w14:paraId="0229CFC9" w14:textId="77777777" w:rsidR="00CE6315" w:rsidRPr="009C54AE" w:rsidRDefault="00CE6315" w:rsidP="00CE63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914F95C" w14:textId="127B335D" w:rsidR="00CE6315" w:rsidRDefault="002566A1" w:rsidP="00CE63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E6315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CE6315" w:rsidRPr="009C54AE" w14:paraId="73BC9709" w14:textId="77777777" w:rsidTr="00CE6315">
        <w:tc>
          <w:tcPr>
            <w:tcW w:w="2694" w:type="dxa"/>
            <w:vAlign w:val="center"/>
          </w:tcPr>
          <w:p w14:paraId="5896B54E" w14:textId="77777777" w:rsidR="00CE6315" w:rsidRPr="009C54AE" w:rsidRDefault="00CE6315" w:rsidP="00CE63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8B64688" w14:textId="6C60BD9F" w:rsidR="00CE6315" w:rsidRDefault="002566A1" w:rsidP="00CE63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E6315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CE6315" w:rsidRPr="009C54AE" w14:paraId="4E95806E" w14:textId="77777777" w:rsidTr="00CE6315">
        <w:tc>
          <w:tcPr>
            <w:tcW w:w="2694" w:type="dxa"/>
            <w:vAlign w:val="center"/>
          </w:tcPr>
          <w:p w14:paraId="24FB26FD" w14:textId="77777777" w:rsidR="00CE6315" w:rsidRPr="009C54AE" w:rsidRDefault="00CE6315" w:rsidP="00CE63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2136EFB" w14:textId="73765784" w:rsidR="00CE6315" w:rsidRDefault="002566A1" w:rsidP="00CE63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E631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CE6315" w:rsidRPr="009C54AE" w14:paraId="166C313D" w14:textId="77777777" w:rsidTr="00CE6315">
        <w:tc>
          <w:tcPr>
            <w:tcW w:w="2694" w:type="dxa"/>
            <w:vAlign w:val="center"/>
          </w:tcPr>
          <w:p w14:paraId="586CCF5B" w14:textId="77777777" w:rsidR="00CE6315" w:rsidRPr="009C54AE" w:rsidRDefault="00CE6315" w:rsidP="00CE63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15BB644" w14:textId="3F1F11E7" w:rsidR="00CE6315" w:rsidRDefault="002566A1" w:rsidP="00CE63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CE6315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 w:rsidR="00B94B45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97F69">
              <w:rPr>
                <w:rFonts w:ascii="Corbel" w:hAnsi="Corbel"/>
                <w:b w:val="0"/>
                <w:sz w:val="24"/>
                <w:szCs w:val="24"/>
              </w:rPr>
              <w:t>, semestr 1</w:t>
            </w:r>
          </w:p>
        </w:tc>
      </w:tr>
      <w:tr w:rsidR="00CE6315" w:rsidRPr="009C54AE" w14:paraId="331BF5D6" w14:textId="77777777" w:rsidTr="00CE6315">
        <w:tc>
          <w:tcPr>
            <w:tcW w:w="2694" w:type="dxa"/>
            <w:vAlign w:val="center"/>
          </w:tcPr>
          <w:p w14:paraId="4FA99F2A" w14:textId="77777777" w:rsidR="00CE6315" w:rsidRPr="009C54AE" w:rsidRDefault="00CE6315" w:rsidP="00CE63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94BFC54" w14:textId="33402C74" w:rsidR="00CE6315" w:rsidRDefault="002566A1" w:rsidP="00CE63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E6315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CE6315" w:rsidRPr="009C54AE" w14:paraId="56F1FFBC" w14:textId="77777777" w:rsidTr="00CE6315">
        <w:tc>
          <w:tcPr>
            <w:tcW w:w="2694" w:type="dxa"/>
            <w:vAlign w:val="center"/>
          </w:tcPr>
          <w:p w14:paraId="52B2EBFB" w14:textId="77777777" w:rsidR="00CE6315" w:rsidRPr="009C54AE" w:rsidRDefault="00CE6315" w:rsidP="00CE63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513E2D6" w14:textId="62F6D38E" w:rsidR="00CE6315" w:rsidRDefault="002566A1" w:rsidP="00CE63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E6315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CE6315" w:rsidRPr="009C54AE" w14:paraId="31D24FB2" w14:textId="77777777" w:rsidTr="00CE6315">
        <w:tc>
          <w:tcPr>
            <w:tcW w:w="2694" w:type="dxa"/>
            <w:vAlign w:val="center"/>
          </w:tcPr>
          <w:p w14:paraId="1CECC0E4" w14:textId="77777777" w:rsidR="00CE6315" w:rsidRPr="009C54AE" w:rsidRDefault="00CE6315" w:rsidP="00CE63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B0AC64" w14:textId="77777777" w:rsidR="00CE6315" w:rsidRDefault="00CE6315" w:rsidP="00CE63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Sławomira Pusz</w:t>
            </w:r>
          </w:p>
        </w:tc>
      </w:tr>
      <w:tr w:rsidR="00CE6315" w:rsidRPr="009C54AE" w14:paraId="701517BF" w14:textId="77777777" w:rsidTr="00CE6315">
        <w:tc>
          <w:tcPr>
            <w:tcW w:w="2694" w:type="dxa"/>
            <w:vAlign w:val="center"/>
          </w:tcPr>
          <w:p w14:paraId="6C48318F" w14:textId="77777777" w:rsidR="00CE6315" w:rsidRPr="009C54AE" w:rsidRDefault="00CE6315" w:rsidP="00CE63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8A2293F" w14:textId="3AE186CC" w:rsidR="00CE6315" w:rsidRPr="009C54AE" w:rsidRDefault="00B610FE" w:rsidP="00CE63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Sławomira Pusz</w:t>
            </w:r>
          </w:p>
        </w:tc>
      </w:tr>
    </w:tbl>
    <w:p w14:paraId="743CEDA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074FB0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2CFF92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F96991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986C811" w14:textId="77777777" w:rsidTr="0076703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D247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EEBB5E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F2B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E38B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3C2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DE8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EFC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56A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2D1F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E99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6102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2164327" w14:textId="77777777" w:rsidTr="0076703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5FF7B" w14:textId="02A2D8C9" w:rsidR="00015B8F" w:rsidRPr="009C54AE" w:rsidRDefault="00C97F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6DA38" w14:textId="77777777" w:rsidR="00015B8F" w:rsidRPr="009C54AE" w:rsidRDefault="00CE63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E433B" w14:textId="77777777" w:rsidR="00015B8F" w:rsidRPr="009C54AE" w:rsidRDefault="00CE63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5DA5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6266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B2AD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808A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184A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AD02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09879" w14:textId="77777777" w:rsidR="00015B8F" w:rsidRPr="009C54AE" w:rsidRDefault="00B94B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B1B304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D179FB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E56B80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FDE8CC7" w14:textId="77777777" w:rsidR="0085747A" w:rsidRPr="009C54AE" w:rsidRDefault="00B94B4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94B45">
        <w:rPr>
          <w:rFonts w:ascii="MS Gothic" w:eastAsia="MS Gothic" w:hAnsi="MS Gothic" w:cs="MS Gothic" w:hint="eastAsia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7CB9CE3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67034">
        <w:rPr>
          <w:rFonts w:ascii="Segoe UI Symbol" w:hAnsi="Segoe UI Symbol" w:cs="Segoe UI Symbol"/>
          <w:b w:val="0"/>
          <w:smallCaps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94E8E3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5B21D49" w14:textId="2646CFBC" w:rsidR="00E22FBC" w:rsidRPr="00767034" w:rsidRDefault="00E22FBC" w:rsidP="0076703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  <w:r w:rsidRPr="009C54AE">
        <w:rPr>
          <w:rFonts w:ascii="Corbel" w:hAnsi="Corbel"/>
          <w:szCs w:val="24"/>
        </w:rPr>
        <w:t xml:space="preserve">1.3 </w:t>
      </w:r>
      <w:r w:rsidR="00F83B28">
        <w:rPr>
          <w:rFonts w:ascii="Corbel" w:hAnsi="Corbel"/>
          <w:szCs w:val="24"/>
        </w:rPr>
        <w:tab/>
      </w:r>
      <w:r w:rsidRPr="009C54AE">
        <w:rPr>
          <w:rFonts w:ascii="Corbel" w:hAnsi="Corbel"/>
          <w:szCs w:val="24"/>
        </w:rPr>
        <w:t>For</w:t>
      </w:r>
      <w:r w:rsidR="00445970">
        <w:rPr>
          <w:rFonts w:ascii="Corbel" w:hAnsi="Corbel"/>
          <w:szCs w:val="24"/>
        </w:rPr>
        <w:t xml:space="preserve">ma zaliczenia </w:t>
      </w:r>
      <w:r w:rsidR="000B4B77">
        <w:rPr>
          <w:rFonts w:ascii="Corbel" w:hAnsi="Corbel"/>
          <w:szCs w:val="24"/>
        </w:rPr>
        <w:t xml:space="preserve">przedmiotu </w:t>
      </w:r>
      <w:r w:rsidR="000B4B77" w:rsidRPr="009C54AE">
        <w:rPr>
          <w:rFonts w:ascii="Corbel" w:hAnsi="Corbel"/>
          <w:szCs w:val="24"/>
        </w:rPr>
        <w:t>(</w:t>
      </w:r>
      <w:r w:rsidRPr="009C54AE">
        <w:rPr>
          <w:rFonts w:ascii="Corbel" w:hAnsi="Corbel"/>
          <w:szCs w:val="24"/>
        </w:rPr>
        <w:t>z toku)</w:t>
      </w:r>
      <w:r w:rsidR="00B84F32">
        <w:rPr>
          <w:rFonts w:ascii="Corbel" w:hAnsi="Corbel"/>
          <w:b w:val="0"/>
          <w:szCs w:val="24"/>
        </w:rPr>
        <w:t>: praca projektowa</w:t>
      </w:r>
    </w:p>
    <w:p w14:paraId="1D1A3C6F" w14:textId="77777777" w:rsidR="009C54AE" w:rsidRPr="00767034" w:rsidRDefault="009C54AE" w:rsidP="0076703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28D29AC" w14:textId="77777777" w:rsidR="00E960BB" w:rsidRPr="00767034" w:rsidRDefault="00E960BB" w:rsidP="0076703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C845991" w14:textId="77777777" w:rsidR="00E960BB" w:rsidRPr="00767034" w:rsidRDefault="0085747A" w:rsidP="0076703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  <w:r w:rsidRPr="00767034">
        <w:rPr>
          <w:rFonts w:ascii="Corbel" w:hAnsi="Corbel"/>
          <w:b w:val="0"/>
          <w:sz w:val="24"/>
          <w:szCs w:val="24"/>
          <w:lang w:eastAsia="en-US"/>
        </w:rPr>
        <w:t>2.</w:t>
      </w:r>
      <w:r w:rsidRPr="00767034">
        <w:rPr>
          <w:rFonts w:ascii="Corbel" w:hAnsi="Corbel"/>
          <w:sz w:val="24"/>
          <w:szCs w:val="24"/>
          <w:lang w:eastAsia="en-US"/>
        </w:rPr>
        <w:t>Wymagania wstępne</w:t>
      </w:r>
      <w:r w:rsidRPr="00767034">
        <w:rPr>
          <w:rFonts w:ascii="Corbel" w:hAnsi="Corbel"/>
          <w:b w:val="0"/>
          <w:sz w:val="24"/>
          <w:szCs w:val="24"/>
          <w:lang w:eastAsia="en-US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767034" w14:paraId="1E3EB7CF" w14:textId="77777777" w:rsidTr="00745302">
        <w:tc>
          <w:tcPr>
            <w:tcW w:w="9670" w:type="dxa"/>
          </w:tcPr>
          <w:p w14:paraId="0C6CDE5B" w14:textId="77777777" w:rsidR="0085747A" w:rsidRPr="00767034" w:rsidRDefault="00767034" w:rsidP="0076703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767034">
              <w:rPr>
                <w:rFonts w:ascii="Corbel" w:hAnsi="Corbel"/>
                <w:b w:val="0"/>
                <w:sz w:val="24"/>
                <w:szCs w:val="24"/>
                <w:lang w:eastAsia="en-US"/>
              </w:rPr>
              <w:t>Wiedza z pedagogiki przedszkolnej i wczesnoszkolnej, wiedza i umiejętności z metodyk przedszkolnej i wczesnoszkolnej, wiedza z psychologii rozwojowej.</w:t>
            </w:r>
          </w:p>
          <w:p w14:paraId="479AF1E5" w14:textId="77777777" w:rsidR="0085747A" w:rsidRPr="00767034" w:rsidRDefault="0085747A" w:rsidP="0076703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</w:p>
        </w:tc>
      </w:tr>
    </w:tbl>
    <w:p w14:paraId="671E3CF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15B57D" w14:textId="2E79558B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0B4B77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71E0232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EB13F1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0CF6BB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44C06" w:rsidRPr="009C54AE" w14:paraId="08749011" w14:textId="77777777" w:rsidTr="00444C06">
        <w:tc>
          <w:tcPr>
            <w:tcW w:w="845" w:type="dxa"/>
            <w:vAlign w:val="center"/>
          </w:tcPr>
          <w:p w14:paraId="20634091" w14:textId="77777777" w:rsidR="00444C06" w:rsidRPr="00C6513E" w:rsidRDefault="00444C06" w:rsidP="00444C06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C6513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vAlign w:val="center"/>
          </w:tcPr>
          <w:p w14:paraId="1AB0B74C" w14:textId="77777777" w:rsidR="00444C06" w:rsidRPr="00C6513E" w:rsidRDefault="00B94B45" w:rsidP="00444C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ze sposobami indywidualizowania pracy uczniów ze specjalnymi potrzebami edukacyjnymi, indywidualizacji w procesie dydaktyczno- wychowawczym w edukacji przedszkolnej i wczesnoszkolnej</w:t>
            </w:r>
          </w:p>
        </w:tc>
      </w:tr>
      <w:tr w:rsidR="00444C06" w:rsidRPr="009C54AE" w14:paraId="19157571" w14:textId="77777777" w:rsidTr="00444C06">
        <w:tc>
          <w:tcPr>
            <w:tcW w:w="845" w:type="dxa"/>
            <w:vAlign w:val="center"/>
          </w:tcPr>
          <w:p w14:paraId="7AC78B27" w14:textId="77777777" w:rsidR="00444C06" w:rsidRPr="0075561B" w:rsidRDefault="00444C06" w:rsidP="00444C06">
            <w:pPr>
              <w:jc w:val="center"/>
            </w:pPr>
            <w:r w:rsidRPr="0075561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54325319" w14:textId="77777777" w:rsidR="00B94B45" w:rsidRDefault="00B94B45" w:rsidP="00B94B4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Kształtowanie umiejętności planowania i realizacji różnych zakresów i poziomów </w:t>
            </w:r>
          </w:p>
          <w:p w14:paraId="29AAD0B5" w14:textId="77777777" w:rsidR="00444C06" w:rsidRPr="00C6513E" w:rsidRDefault="00B94B45" w:rsidP="00B94B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indywidualizacji</w:t>
            </w:r>
          </w:p>
        </w:tc>
      </w:tr>
      <w:tr w:rsidR="00444C06" w:rsidRPr="009C54AE" w14:paraId="382F6507" w14:textId="77777777" w:rsidTr="00444C06">
        <w:tc>
          <w:tcPr>
            <w:tcW w:w="845" w:type="dxa"/>
            <w:vAlign w:val="center"/>
          </w:tcPr>
          <w:p w14:paraId="674720AD" w14:textId="77777777" w:rsidR="00444C06" w:rsidRPr="0075561B" w:rsidRDefault="00444C06" w:rsidP="00444C06">
            <w:pPr>
              <w:jc w:val="center"/>
            </w:pPr>
            <w:r w:rsidRPr="0075561B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2EBD88A1" w14:textId="77777777" w:rsidR="00444C06" w:rsidRPr="00C6513E" w:rsidRDefault="00B94B45" w:rsidP="00444C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 specyfiki pracy w klasach łączonych – kształtowanie umiejętności planowania pracy w klasach łączonych</w:t>
            </w:r>
          </w:p>
        </w:tc>
      </w:tr>
      <w:tr w:rsidR="00444C06" w:rsidRPr="009C54AE" w14:paraId="65E30E8A" w14:textId="77777777" w:rsidTr="00444C06">
        <w:tc>
          <w:tcPr>
            <w:tcW w:w="845" w:type="dxa"/>
            <w:vAlign w:val="center"/>
          </w:tcPr>
          <w:p w14:paraId="0D437D89" w14:textId="77777777" w:rsidR="00444C06" w:rsidRPr="0075561B" w:rsidRDefault="00444C06" w:rsidP="00444C06">
            <w:pPr>
              <w:jc w:val="center"/>
            </w:pPr>
            <w:r w:rsidRPr="0075561B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7133A8E3" w14:textId="77777777" w:rsidR="00444C06" w:rsidRPr="00C6513E" w:rsidRDefault="00B94B45" w:rsidP="00444C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planowania i realizacji różnych zakresów i poziomów indywidualizacji</w:t>
            </w:r>
          </w:p>
        </w:tc>
      </w:tr>
    </w:tbl>
    <w:p w14:paraId="52B1AA8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4E9156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CE6E80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5380DF83" w14:textId="77777777" w:rsidTr="00B857CD">
        <w:tc>
          <w:tcPr>
            <w:tcW w:w="1681" w:type="dxa"/>
            <w:vAlign w:val="center"/>
          </w:tcPr>
          <w:p w14:paraId="415F7B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712CBF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727F8C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94B45" w:rsidRPr="009C54AE" w14:paraId="0D2AC803" w14:textId="77777777" w:rsidTr="00775FA0">
        <w:tc>
          <w:tcPr>
            <w:tcW w:w="1681" w:type="dxa"/>
            <w:vAlign w:val="center"/>
          </w:tcPr>
          <w:p w14:paraId="120B74FE" w14:textId="77777777" w:rsidR="00B94B45" w:rsidRPr="009C54AE" w:rsidRDefault="00B94B45" w:rsidP="00B94B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5C93E3ED" w14:textId="77777777" w:rsidR="00B94B45" w:rsidRPr="00B94B45" w:rsidRDefault="00B94B45" w:rsidP="00B94B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45">
              <w:rPr>
                <w:rFonts w:ascii="Corbel" w:hAnsi="Corbel"/>
                <w:b w:val="0"/>
                <w:smallCaps w:val="0"/>
                <w:szCs w:val="24"/>
              </w:rPr>
              <w:t>Ma rozszerzoną wiedzę na temat indywidualizacji w edukacji i wychowaniu oraz określi poziomy indywidualizacji w edukacji.</w:t>
            </w:r>
          </w:p>
        </w:tc>
        <w:tc>
          <w:tcPr>
            <w:tcW w:w="1865" w:type="dxa"/>
          </w:tcPr>
          <w:p w14:paraId="309BE905" w14:textId="77777777" w:rsidR="00B94B45" w:rsidRPr="00205D0F" w:rsidRDefault="00B94B45" w:rsidP="00B94B45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0"/>
                <w:szCs w:val="20"/>
              </w:rPr>
            </w:pPr>
            <w:r w:rsidRPr="00205D0F">
              <w:rPr>
                <w:rFonts w:ascii="Corbel" w:hAnsi="Corbel"/>
                <w:sz w:val="20"/>
                <w:szCs w:val="20"/>
              </w:rPr>
              <w:t>K_W05</w:t>
            </w:r>
          </w:p>
          <w:p w14:paraId="68472A33" w14:textId="77777777" w:rsidR="00B94B45" w:rsidRPr="00A32744" w:rsidRDefault="00B94B45" w:rsidP="00A913A6">
            <w:pPr>
              <w:tabs>
                <w:tab w:val="left" w:leader="dot" w:pos="3969"/>
              </w:tabs>
              <w:jc w:val="center"/>
            </w:pPr>
          </w:p>
        </w:tc>
      </w:tr>
      <w:tr w:rsidR="00B94B45" w:rsidRPr="009C54AE" w14:paraId="1466C12F" w14:textId="77777777" w:rsidTr="00775FA0">
        <w:tc>
          <w:tcPr>
            <w:tcW w:w="1681" w:type="dxa"/>
            <w:vAlign w:val="center"/>
          </w:tcPr>
          <w:p w14:paraId="3D47DAA1" w14:textId="77777777" w:rsidR="00B94B45" w:rsidRPr="009C54AE" w:rsidRDefault="00B94B45" w:rsidP="00B94B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89B2D88" w14:textId="01081538" w:rsidR="00B94B45" w:rsidRPr="00C25D9E" w:rsidRDefault="00B94B45" w:rsidP="00B94B45">
            <w:pPr>
              <w:rPr>
                <w:rFonts w:ascii="Corbel" w:hAnsi="Corbel"/>
                <w:sz w:val="24"/>
                <w:szCs w:val="24"/>
              </w:rPr>
            </w:pPr>
            <w:r w:rsidRPr="00C25D9E">
              <w:rPr>
                <w:rFonts w:ascii="Corbel" w:hAnsi="Corbel"/>
                <w:sz w:val="24"/>
                <w:szCs w:val="24"/>
              </w:rPr>
              <w:t xml:space="preserve">Ma pogłębioną umiejętność samodzielnego zdobywania wiedzy w zakresie planowania zajęć uwzględniających indywidualizację podstawową lub indywidualizację zrównoważoną wielowymiarową. Wykorzystuje różne źródła informacji w celu analizy i </w:t>
            </w:r>
            <w:r w:rsidR="000B4B77" w:rsidRPr="00C25D9E">
              <w:rPr>
                <w:rFonts w:ascii="Corbel" w:hAnsi="Corbel"/>
                <w:sz w:val="24"/>
                <w:szCs w:val="24"/>
              </w:rPr>
              <w:t>oceny sytuacji</w:t>
            </w:r>
            <w:r w:rsidRPr="00C25D9E">
              <w:rPr>
                <w:rFonts w:ascii="Corbel" w:hAnsi="Corbel"/>
                <w:sz w:val="24"/>
                <w:szCs w:val="24"/>
              </w:rPr>
              <w:t xml:space="preserve"> dydaktycznych w </w:t>
            </w:r>
            <w:r w:rsidR="000B4B77" w:rsidRPr="00C25D9E">
              <w:rPr>
                <w:rFonts w:ascii="Corbel" w:hAnsi="Corbel"/>
                <w:sz w:val="24"/>
                <w:szCs w:val="24"/>
              </w:rPr>
              <w:t>tworzonych scenariuszach</w:t>
            </w:r>
            <w:r w:rsidRPr="00C25D9E">
              <w:rPr>
                <w:rFonts w:ascii="Corbel" w:hAnsi="Corbel"/>
                <w:sz w:val="24"/>
                <w:szCs w:val="24"/>
              </w:rPr>
              <w:t xml:space="preserve"> pracy w klasach łączonych.</w:t>
            </w:r>
          </w:p>
        </w:tc>
        <w:tc>
          <w:tcPr>
            <w:tcW w:w="1865" w:type="dxa"/>
          </w:tcPr>
          <w:p w14:paraId="442E621E" w14:textId="77777777" w:rsidR="00F70DC0" w:rsidRPr="00205D0F" w:rsidRDefault="00F70DC0" w:rsidP="00F70DC0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0"/>
                <w:szCs w:val="20"/>
              </w:rPr>
            </w:pPr>
            <w:r w:rsidRPr="00205D0F">
              <w:rPr>
                <w:rFonts w:ascii="Corbel" w:hAnsi="Corbel"/>
                <w:sz w:val="20"/>
                <w:szCs w:val="20"/>
              </w:rPr>
              <w:t>K_U05</w:t>
            </w:r>
          </w:p>
          <w:p w14:paraId="4276FD14" w14:textId="77777777" w:rsidR="00A913A6" w:rsidRPr="00205D0F" w:rsidRDefault="00A913A6" w:rsidP="00A913A6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0"/>
                <w:szCs w:val="20"/>
              </w:rPr>
            </w:pPr>
            <w:r w:rsidRPr="00205D0F">
              <w:rPr>
                <w:rFonts w:ascii="Corbel" w:hAnsi="Corbel"/>
                <w:sz w:val="20"/>
                <w:szCs w:val="20"/>
              </w:rPr>
              <w:t>K_W06</w:t>
            </w:r>
          </w:p>
          <w:p w14:paraId="69D7BC7C" w14:textId="77777777" w:rsidR="00B94B45" w:rsidRPr="00A32744" w:rsidRDefault="00B94B45" w:rsidP="00B94B45">
            <w:pPr>
              <w:pStyle w:val="Zwykytekst"/>
            </w:pPr>
          </w:p>
        </w:tc>
      </w:tr>
      <w:tr w:rsidR="00B94B45" w:rsidRPr="009C54AE" w14:paraId="1C8DA14D" w14:textId="77777777" w:rsidTr="00775FA0">
        <w:tc>
          <w:tcPr>
            <w:tcW w:w="1681" w:type="dxa"/>
            <w:vAlign w:val="center"/>
          </w:tcPr>
          <w:p w14:paraId="450DDD46" w14:textId="77777777" w:rsidR="00B94B45" w:rsidRPr="0075561B" w:rsidRDefault="00B94B45" w:rsidP="00B94B45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75561B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4" w:type="dxa"/>
          </w:tcPr>
          <w:p w14:paraId="3FEE9EEC" w14:textId="35610AE1" w:rsidR="00B94B45" w:rsidRPr="00C25D9E" w:rsidRDefault="00B94B45" w:rsidP="00B84F32">
            <w:pPr>
              <w:rPr>
                <w:rFonts w:ascii="Corbel" w:hAnsi="Corbel"/>
                <w:sz w:val="24"/>
                <w:szCs w:val="24"/>
              </w:rPr>
            </w:pPr>
            <w:r w:rsidRPr="00C25D9E">
              <w:rPr>
                <w:rFonts w:ascii="Corbel" w:hAnsi="Corbel"/>
                <w:sz w:val="24"/>
                <w:szCs w:val="24"/>
              </w:rPr>
              <w:t>Do</w:t>
            </w:r>
            <w:r w:rsidR="00B84F32">
              <w:rPr>
                <w:rFonts w:ascii="Corbel" w:hAnsi="Corbel"/>
                <w:sz w:val="24"/>
                <w:szCs w:val="24"/>
              </w:rPr>
              <w:t xml:space="preserve">kona </w:t>
            </w:r>
            <w:r w:rsidRPr="00C25D9E">
              <w:rPr>
                <w:rFonts w:ascii="Corbel" w:hAnsi="Corbel"/>
                <w:sz w:val="24"/>
                <w:szCs w:val="24"/>
              </w:rPr>
              <w:t>analiz</w:t>
            </w:r>
            <w:r w:rsidR="00B84F32">
              <w:rPr>
                <w:rFonts w:ascii="Corbel" w:hAnsi="Corbel"/>
                <w:sz w:val="24"/>
                <w:szCs w:val="24"/>
              </w:rPr>
              <w:t>y</w:t>
            </w:r>
            <w:r w:rsidRPr="00C25D9E">
              <w:rPr>
                <w:rFonts w:ascii="Corbel" w:hAnsi="Corbel"/>
                <w:sz w:val="24"/>
                <w:szCs w:val="24"/>
              </w:rPr>
              <w:t xml:space="preserve"> skutk</w:t>
            </w:r>
            <w:r w:rsidR="00B84F32">
              <w:rPr>
                <w:rFonts w:ascii="Corbel" w:hAnsi="Corbel"/>
                <w:sz w:val="24"/>
                <w:szCs w:val="24"/>
              </w:rPr>
              <w:t xml:space="preserve">ów </w:t>
            </w:r>
            <w:r w:rsidRPr="00C25D9E">
              <w:rPr>
                <w:rFonts w:ascii="Corbel" w:hAnsi="Corbel"/>
                <w:sz w:val="24"/>
                <w:szCs w:val="24"/>
              </w:rPr>
              <w:t xml:space="preserve"> braku indywidualizacji pracy z uczniem </w:t>
            </w:r>
            <w:r w:rsidR="000B4B77" w:rsidRPr="00C25D9E">
              <w:rPr>
                <w:rFonts w:ascii="Corbel" w:hAnsi="Corbel"/>
                <w:sz w:val="24"/>
                <w:szCs w:val="24"/>
              </w:rPr>
              <w:t>zdolnym i</w:t>
            </w:r>
            <w:r w:rsidRPr="00C25D9E">
              <w:rPr>
                <w:rFonts w:ascii="Corbel" w:hAnsi="Corbel"/>
                <w:sz w:val="24"/>
                <w:szCs w:val="24"/>
              </w:rPr>
              <w:t xml:space="preserve"> uczniem ryzyka dysleksji. Ma pogłębioną umiejętność przyjmowania różnych ról </w:t>
            </w:r>
            <w:r w:rsidR="000B4B77" w:rsidRPr="00C25D9E">
              <w:rPr>
                <w:rFonts w:ascii="Corbel" w:hAnsi="Corbel"/>
                <w:sz w:val="24"/>
                <w:szCs w:val="24"/>
              </w:rPr>
              <w:t>w pracy</w:t>
            </w:r>
            <w:r w:rsidRPr="00C25D9E">
              <w:rPr>
                <w:rFonts w:ascii="Corbel" w:hAnsi="Corbel"/>
                <w:sz w:val="24"/>
                <w:szCs w:val="24"/>
              </w:rPr>
              <w:t xml:space="preserve"> zespołowej i w pracy grupowej przygotowuje indywidualny program pracy z uczniem zdolnym lub ryzyka dysleksji.</w:t>
            </w:r>
          </w:p>
        </w:tc>
        <w:tc>
          <w:tcPr>
            <w:tcW w:w="1865" w:type="dxa"/>
          </w:tcPr>
          <w:p w14:paraId="40538B11" w14:textId="77777777" w:rsidR="00F70DC0" w:rsidRPr="00205D0F" w:rsidRDefault="00F70DC0" w:rsidP="00F70DC0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0"/>
                <w:szCs w:val="20"/>
              </w:rPr>
            </w:pPr>
            <w:r w:rsidRPr="00205D0F">
              <w:rPr>
                <w:rFonts w:ascii="Corbel" w:hAnsi="Corbel"/>
                <w:sz w:val="20"/>
                <w:szCs w:val="20"/>
              </w:rPr>
              <w:t>K_U07</w:t>
            </w:r>
          </w:p>
          <w:p w14:paraId="600AE204" w14:textId="77777777" w:rsidR="00B94B45" w:rsidRPr="00A32744" w:rsidRDefault="00B94B45" w:rsidP="00B94B45">
            <w:pPr>
              <w:pStyle w:val="Zwykytekst"/>
            </w:pPr>
          </w:p>
        </w:tc>
      </w:tr>
      <w:tr w:rsidR="00B94B45" w:rsidRPr="009C54AE" w14:paraId="245E80F4" w14:textId="77777777" w:rsidTr="00F96953">
        <w:tc>
          <w:tcPr>
            <w:tcW w:w="1681" w:type="dxa"/>
            <w:vAlign w:val="center"/>
          </w:tcPr>
          <w:p w14:paraId="0071C564" w14:textId="77777777" w:rsidR="00B94B45" w:rsidRPr="0075561B" w:rsidRDefault="00B94B45" w:rsidP="00B94B45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75561B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4" w:type="dxa"/>
          </w:tcPr>
          <w:p w14:paraId="27AE4C92" w14:textId="77777777" w:rsidR="00B94B45" w:rsidRPr="00C25D9E" w:rsidRDefault="00B94B45" w:rsidP="00B94B45">
            <w:pPr>
              <w:rPr>
                <w:rFonts w:ascii="Corbel" w:hAnsi="Corbel"/>
                <w:sz w:val="24"/>
                <w:szCs w:val="24"/>
              </w:rPr>
            </w:pPr>
            <w:r w:rsidRPr="00C25D9E">
              <w:rPr>
                <w:rFonts w:ascii="Corbel" w:hAnsi="Corbel"/>
                <w:sz w:val="24"/>
                <w:szCs w:val="24"/>
              </w:rPr>
              <w:t>Posiada przekonanie o konieczności stosowania indywidualizacji w edukacji przedszkolnej i wczesnoszkolnej jako elementu działań profesjonalnych.</w:t>
            </w:r>
          </w:p>
        </w:tc>
        <w:tc>
          <w:tcPr>
            <w:tcW w:w="1865" w:type="dxa"/>
          </w:tcPr>
          <w:p w14:paraId="64BC3C34" w14:textId="77777777" w:rsidR="00B94B45" w:rsidRPr="00A32744" w:rsidRDefault="00B94B45" w:rsidP="000B4B77">
            <w:pPr>
              <w:pStyle w:val="Zwykytekst"/>
              <w:jc w:val="center"/>
            </w:pPr>
            <w:r w:rsidRPr="00A32744">
              <w:t>K_K03</w:t>
            </w:r>
          </w:p>
        </w:tc>
      </w:tr>
    </w:tbl>
    <w:p w14:paraId="5885DB9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453C1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51F263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7098FA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CA45A7E" w14:textId="77777777" w:rsidTr="00D5117A">
        <w:tc>
          <w:tcPr>
            <w:tcW w:w="9520" w:type="dxa"/>
          </w:tcPr>
          <w:p w14:paraId="34D8CFB0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41639" w:rsidRPr="009C54AE" w14:paraId="11AD21C2" w14:textId="77777777" w:rsidTr="00496E8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07F85" w14:textId="77777777" w:rsidR="00F41639" w:rsidRDefault="00F41639" w:rsidP="00F4163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Indywidualizacja procesu kształcenia - teoretyczne ujęcie problemu. Wielowymiarowość </w:t>
            </w:r>
          </w:p>
          <w:p w14:paraId="0798F2F4" w14:textId="77777777" w:rsidR="00F41639" w:rsidRDefault="00F41639" w:rsidP="00F4163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podejścia do indywidualizacji.</w:t>
            </w:r>
          </w:p>
        </w:tc>
      </w:tr>
      <w:tr w:rsidR="00F41639" w:rsidRPr="009C54AE" w14:paraId="7CD9A877" w14:textId="77777777" w:rsidTr="00496E8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BBE9" w14:textId="430A4026" w:rsidR="00F41639" w:rsidRDefault="000B4B77" w:rsidP="00F416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w</w:t>
            </w:r>
            <w:r w:rsidR="00F41639">
              <w:rPr>
                <w:rFonts w:ascii="Corbel" w:hAnsi="Corbel"/>
                <w:sz w:val="24"/>
                <w:szCs w:val="24"/>
              </w:rPr>
              <w:t xml:space="preserve"> klasach łączonych jako specyficzna indywidualizacja.  Uwarunkowania historyczne. Organizacja nauczania w klasach łączonych</w:t>
            </w:r>
          </w:p>
        </w:tc>
      </w:tr>
      <w:tr w:rsidR="00F41639" w:rsidRPr="009C54AE" w14:paraId="350B6F16" w14:textId="77777777" w:rsidTr="00496E8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0E0BB" w14:textId="77777777" w:rsidR="00F41639" w:rsidRDefault="00F41639" w:rsidP="00F416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Indywidualizacja w perspektywie kształcenia uczniów o specjalnych potrzebach edukacyjnych.</w:t>
            </w:r>
          </w:p>
          <w:p w14:paraId="195A3762" w14:textId="77777777" w:rsidR="00F41639" w:rsidRDefault="00F41639" w:rsidP="00F4163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Sposoby indywidualizacji w edukacji wczesnoszkolnej.</w:t>
            </w:r>
          </w:p>
        </w:tc>
      </w:tr>
      <w:tr w:rsidR="00F41639" w:rsidRPr="009C54AE" w14:paraId="280CD005" w14:textId="77777777" w:rsidTr="00496E8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17995" w14:textId="77777777" w:rsidR="00F41639" w:rsidRDefault="00F41639" w:rsidP="00F4163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Trójpodmiotowość jako element zwiększający indywidualizację w procesie kształcenia. </w:t>
            </w:r>
          </w:p>
          <w:p w14:paraId="3D9213C2" w14:textId="77777777" w:rsidR="00F41639" w:rsidRDefault="00F41639" w:rsidP="00F4163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Zwiększenie podmiotowości uczniów.</w:t>
            </w:r>
          </w:p>
        </w:tc>
      </w:tr>
      <w:tr w:rsidR="00F41639" w:rsidRPr="009C54AE" w14:paraId="0A3E1149" w14:textId="77777777" w:rsidTr="00496E8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521CB" w14:textId="77777777" w:rsidR="00F41639" w:rsidRDefault="00F41639" w:rsidP="00F416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teorii inteligencji wielorakich jako możliwości indywidualizacji.</w:t>
            </w:r>
          </w:p>
        </w:tc>
      </w:tr>
    </w:tbl>
    <w:p w14:paraId="0A29DB4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CD669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CE5931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01E070" w14:textId="77777777" w:rsidTr="00D5117A">
        <w:tc>
          <w:tcPr>
            <w:tcW w:w="9520" w:type="dxa"/>
          </w:tcPr>
          <w:p w14:paraId="2E49745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41639" w:rsidRPr="009C54AE" w14:paraId="08BE72BF" w14:textId="77777777" w:rsidTr="00D5117A">
        <w:tc>
          <w:tcPr>
            <w:tcW w:w="9520" w:type="dxa"/>
          </w:tcPr>
          <w:p w14:paraId="0A0BFB90" w14:textId="77777777" w:rsidR="00F41639" w:rsidRPr="00A134FC" w:rsidRDefault="00F41639" w:rsidP="000B4B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34FC">
              <w:rPr>
                <w:rFonts w:ascii="Corbel" w:hAnsi="Corbel"/>
                <w:sz w:val="24"/>
                <w:szCs w:val="24"/>
              </w:rPr>
              <w:t>Planowanie pracy w klasach łączonych - projektowanie i prezentowanie scenariuszy.</w:t>
            </w:r>
          </w:p>
        </w:tc>
      </w:tr>
      <w:tr w:rsidR="00F41639" w:rsidRPr="009C54AE" w14:paraId="20EE9D62" w14:textId="77777777" w:rsidTr="00D5117A">
        <w:tc>
          <w:tcPr>
            <w:tcW w:w="9520" w:type="dxa"/>
          </w:tcPr>
          <w:p w14:paraId="0D44BC0B" w14:textId="77777777" w:rsidR="00F41639" w:rsidRPr="00A134FC" w:rsidRDefault="00F41639" w:rsidP="000B4B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34FC">
              <w:rPr>
                <w:rFonts w:ascii="Corbel" w:hAnsi="Corbel"/>
                <w:sz w:val="24"/>
                <w:szCs w:val="24"/>
              </w:rPr>
              <w:t>Projektowanie i prezentowanie scenariuszy uwzględniających indywidualizację podstawową oraz indywidualizację zróżnicowaną wielowymiarową.</w:t>
            </w:r>
          </w:p>
        </w:tc>
      </w:tr>
      <w:tr w:rsidR="00F41639" w:rsidRPr="009C54AE" w14:paraId="2DF121B0" w14:textId="77777777" w:rsidTr="00D5117A">
        <w:tc>
          <w:tcPr>
            <w:tcW w:w="9520" w:type="dxa"/>
          </w:tcPr>
          <w:p w14:paraId="7D187298" w14:textId="77777777" w:rsidR="00F41639" w:rsidRPr="00A134FC" w:rsidRDefault="00F41639" w:rsidP="000B4B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34FC">
              <w:rPr>
                <w:rFonts w:ascii="Corbel" w:hAnsi="Corbel"/>
                <w:sz w:val="24"/>
                <w:szCs w:val="24"/>
              </w:rPr>
              <w:t>Prezentowanie prac projektowych – program pracy z uczniem zdolnym z wykorzystaniem teorii inteligencji wielorakich lub z uczniem ryzyka dysleksji.</w:t>
            </w:r>
          </w:p>
        </w:tc>
      </w:tr>
    </w:tbl>
    <w:p w14:paraId="16A6292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85198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03032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FBC0A9" w14:textId="77777777" w:rsidR="00444C06" w:rsidRPr="00BF2A16" w:rsidRDefault="00444C06" w:rsidP="00444C06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BF2A16">
        <w:rPr>
          <w:rFonts w:ascii="Corbel" w:hAnsi="Corbel"/>
          <w:sz w:val="24"/>
          <w:szCs w:val="24"/>
        </w:rPr>
        <w:t>Wykład: wykład konwencjonalny i /wykład z prezentacją multimedialną</w:t>
      </w:r>
      <w:r>
        <w:rPr>
          <w:rFonts w:ascii="Corbel" w:hAnsi="Corbel"/>
          <w:sz w:val="24"/>
          <w:szCs w:val="24"/>
        </w:rPr>
        <w:t>;</w:t>
      </w:r>
    </w:p>
    <w:p w14:paraId="2C1ADAE1" w14:textId="23CDC1C4" w:rsidR="00444C06" w:rsidRDefault="00444C06" w:rsidP="00444C06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835B95">
        <w:rPr>
          <w:rFonts w:ascii="Corbel" w:hAnsi="Corbel"/>
          <w:sz w:val="24"/>
          <w:szCs w:val="24"/>
        </w:rPr>
        <w:t xml:space="preserve">Ćwiczenia: </w:t>
      </w:r>
      <w:r w:rsidR="000B4B77" w:rsidRPr="00835B95">
        <w:rPr>
          <w:rFonts w:ascii="Corbel" w:hAnsi="Corbel"/>
          <w:sz w:val="24"/>
          <w:szCs w:val="24"/>
        </w:rPr>
        <w:t>Dyskusja, metody</w:t>
      </w:r>
      <w:r w:rsidRPr="00835B95">
        <w:rPr>
          <w:rFonts w:ascii="Corbel" w:hAnsi="Corbel"/>
          <w:sz w:val="24"/>
          <w:szCs w:val="24"/>
        </w:rPr>
        <w:t xml:space="preserve"> problemowe, metody gier dydaktycznych, metoda projektu, praca grupowa</w:t>
      </w:r>
    </w:p>
    <w:p w14:paraId="1D4BA82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A7EC5C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75FC1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555035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6E7D6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ECE570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247A458" w14:textId="77777777" w:rsidTr="00444C06">
        <w:tc>
          <w:tcPr>
            <w:tcW w:w="1962" w:type="dxa"/>
            <w:vAlign w:val="center"/>
          </w:tcPr>
          <w:p w14:paraId="1CED634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A05D243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C6034C6" w14:textId="77777777" w:rsidR="0085747A" w:rsidRPr="00F4163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1D5610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1F72B5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41639" w:rsidRPr="009C54AE" w14:paraId="6648245D" w14:textId="77777777" w:rsidTr="00444C06">
        <w:tc>
          <w:tcPr>
            <w:tcW w:w="1962" w:type="dxa"/>
            <w:vAlign w:val="center"/>
          </w:tcPr>
          <w:p w14:paraId="0178A3CE" w14:textId="77777777" w:rsidR="00F41639" w:rsidRPr="009C54AE" w:rsidRDefault="00F41639" w:rsidP="00F41639">
            <w:pPr>
              <w:pStyle w:val="Punktygwne"/>
              <w:spacing w:before="0" w:after="0" w:line="360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0C30D587" w14:textId="77777777" w:rsidR="00F41639" w:rsidRPr="00F41639" w:rsidRDefault="00F41639" w:rsidP="00A134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416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na zaliczenie wykładu</w:t>
            </w:r>
          </w:p>
        </w:tc>
        <w:tc>
          <w:tcPr>
            <w:tcW w:w="2117" w:type="dxa"/>
            <w:vAlign w:val="center"/>
          </w:tcPr>
          <w:p w14:paraId="487C5EA8" w14:textId="77777777" w:rsidR="00F41639" w:rsidRPr="00BF2A16" w:rsidRDefault="00F41639" w:rsidP="00F41639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F2A16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41639" w:rsidRPr="009C54AE" w14:paraId="6CBBE524" w14:textId="77777777" w:rsidTr="00F050D2">
        <w:tc>
          <w:tcPr>
            <w:tcW w:w="1962" w:type="dxa"/>
            <w:vAlign w:val="center"/>
          </w:tcPr>
          <w:p w14:paraId="78A7F752" w14:textId="77777777" w:rsidR="00F41639" w:rsidRPr="009C54AE" w:rsidRDefault="00F41639" w:rsidP="00F41639">
            <w:pPr>
              <w:pStyle w:val="Punktygwne"/>
              <w:spacing w:before="0" w:after="0" w:line="360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EC80870" w14:textId="77777777" w:rsidR="00F41639" w:rsidRPr="00F41639" w:rsidRDefault="00F41639" w:rsidP="00A134F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F41639">
              <w:rPr>
                <w:rFonts w:ascii="Corbel" w:hAnsi="Corbel"/>
                <w:b w:val="0"/>
                <w:smallCaps w:val="0"/>
                <w:szCs w:val="24"/>
              </w:rPr>
              <w:t>prezentacja w trakcie zajęć,</w:t>
            </w:r>
          </w:p>
        </w:tc>
        <w:tc>
          <w:tcPr>
            <w:tcW w:w="2117" w:type="dxa"/>
            <w:vAlign w:val="center"/>
          </w:tcPr>
          <w:p w14:paraId="3AF89012" w14:textId="77777777" w:rsidR="00F41639" w:rsidRPr="00BF2A16" w:rsidRDefault="00F41639" w:rsidP="00F4163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F2A16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41639" w:rsidRPr="009C54AE" w14:paraId="45C9F8D3" w14:textId="77777777" w:rsidTr="00444C06">
        <w:tc>
          <w:tcPr>
            <w:tcW w:w="1962" w:type="dxa"/>
            <w:vAlign w:val="center"/>
          </w:tcPr>
          <w:p w14:paraId="7F5297C7" w14:textId="77777777" w:rsidR="00F41639" w:rsidRPr="0075561B" w:rsidRDefault="00F41639" w:rsidP="00F41639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61B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41" w:type="dxa"/>
          </w:tcPr>
          <w:p w14:paraId="1E959752" w14:textId="77777777" w:rsidR="00F41639" w:rsidRPr="00F41639" w:rsidRDefault="00F41639" w:rsidP="00A134F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F41639"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</w:p>
        </w:tc>
        <w:tc>
          <w:tcPr>
            <w:tcW w:w="2117" w:type="dxa"/>
          </w:tcPr>
          <w:p w14:paraId="6BDAD929" w14:textId="77777777" w:rsidR="00F41639" w:rsidRPr="00F41639" w:rsidRDefault="00F41639" w:rsidP="00F4163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B45D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F41639" w:rsidRPr="009C54AE" w14:paraId="1B699EFD" w14:textId="77777777" w:rsidTr="00444C06">
        <w:tc>
          <w:tcPr>
            <w:tcW w:w="1962" w:type="dxa"/>
            <w:vAlign w:val="center"/>
          </w:tcPr>
          <w:p w14:paraId="705B851A" w14:textId="77777777" w:rsidR="00F41639" w:rsidRPr="0075561B" w:rsidRDefault="00F41639" w:rsidP="00F41639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61B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441" w:type="dxa"/>
          </w:tcPr>
          <w:p w14:paraId="020E171B" w14:textId="77777777" w:rsidR="00F41639" w:rsidRPr="00F41639" w:rsidRDefault="00F41639" w:rsidP="00A134F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F41639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1992692" w14:textId="77777777" w:rsidR="00F41639" w:rsidRPr="00F41639" w:rsidRDefault="00F41639" w:rsidP="00F4163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B45D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3E05025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37807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947822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41639" w14:paraId="712F22F7" w14:textId="77777777" w:rsidTr="00923D7D">
        <w:tc>
          <w:tcPr>
            <w:tcW w:w="9670" w:type="dxa"/>
          </w:tcPr>
          <w:p w14:paraId="375841B2" w14:textId="77777777" w:rsidR="0085747A" w:rsidRPr="00F41639" w:rsidRDefault="009B05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1639">
              <w:rPr>
                <w:rFonts w:ascii="Corbel" w:hAnsi="Corbel"/>
                <w:b w:val="0"/>
                <w:smallCaps w:val="0"/>
                <w:szCs w:val="24"/>
              </w:rPr>
              <w:t xml:space="preserve">Zaliczenie kolokwium z wykładów (min 51% poprawność). Punktowana aktywność w trakcie </w:t>
            </w:r>
            <w:r w:rsidR="00F41639" w:rsidRPr="00F41639">
              <w:rPr>
                <w:rFonts w:ascii="Corbel" w:hAnsi="Corbel"/>
                <w:b w:val="0"/>
                <w:smallCaps w:val="0"/>
                <w:szCs w:val="24"/>
              </w:rPr>
              <w:t xml:space="preserve">ćwiczeń. Przygotowanie w parach scenariusza pracy w klasach łączonych lub scenariuszy uwzględniających indywidualizację podstawową oraz indywidualizację zróżnicowaną </w:t>
            </w:r>
            <w:r w:rsidR="00F41639" w:rsidRPr="00F4163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wielowymiarową oraz zaprezentowanie zajęć na forum grupy. Przygotowanie w grupach prac projektowych – program pracy z uczniem zdolnym lub uczniem ryzyka dysleksji.</w:t>
            </w:r>
          </w:p>
          <w:p w14:paraId="4FDD205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85D4A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098CA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F66BC6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2127123E" w14:textId="77777777" w:rsidTr="00DD72C6">
        <w:tc>
          <w:tcPr>
            <w:tcW w:w="4901" w:type="dxa"/>
            <w:vAlign w:val="center"/>
          </w:tcPr>
          <w:p w14:paraId="2355FF6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3533D96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D72C6" w:rsidRPr="009C54AE" w14:paraId="46B2BD98" w14:textId="77777777" w:rsidTr="00DD72C6">
        <w:tc>
          <w:tcPr>
            <w:tcW w:w="4901" w:type="dxa"/>
          </w:tcPr>
          <w:p w14:paraId="72F38A3F" w14:textId="77777777" w:rsidR="00DD72C6" w:rsidRPr="009C54AE" w:rsidRDefault="00DD72C6" w:rsidP="00DD72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19" w:type="dxa"/>
          </w:tcPr>
          <w:p w14:paraId="040B75CC" w14:textId="77777777" w:rsidR="00DD72C6" w:rsidRPr="009C54AE" w:rsidRDefault="00DD72C6" w:rsidP="00DD72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D72C6" w:rsidRPr="009C54AE" w14:paraId="7389B2EF" w14:textId="77777777" w:rsidTr="00DD72C6">
        <w:tc>
          <w:tcPr>
            <w:tcW w:w="4901" w:type="dxa"/>
          </w:tcPr>
          <w:p w14:paraId="3AB89919" w14:textId="77777777" w:rsidR="00DD72C6" w:rsidRPr="009C54AE" w:rsidRDefault="00DD72C6" w:rsidP="00DD72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>
              <w:rPr>
                <w:rFonts w:ascii="Corbel" w:hAnsi="Corbel"/>
                <w:sz w:val="24"/>
                <w:szCs w:val="24"/>
              </w:rPr>
              <w:t xml:space="preserve"> kolokwium z wykładów,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napisanie </w:t>
            </w:r>
            <w:r>
              <w:rPr>
                <w:rFonts w:ascii="Corbel" w:hAnsi="Corbel"/>
                <w:sz w:val="24"/>
                <w:szCs w:val="24"/>
              </w:rPr>
              <w:t>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9" w:type="dxa"/>
          </w:tcPr>
          <w:p w14:paraId="56D63A5C" w14:textId="77777777" w:rsidR="00DD72C6" w:rsidRPr="009C54AE" w:rsidRDefault="00F41639" w:rsidP="00DD72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D72C6" w:rsidRPr="009C54AE" w14:paraId="5178477E" w14:textId="77777777" w:rsidTr="00DD72C6">
        <w:tc>
          <w:tcPr>
            <w:tcW w:w="4901" w:type="dxa"/>
          </w:tcPr>
          <w:p w14:paraId="04A28106" w14:textId="77777777" w:rsidR="00DD72C6" w:rsidRPr="009C54AE" w:rsidRDefault="00DD72C6" w:rsidP="00DD72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693C82F1" w14:textId="77777777" w:rsidR="00DD72C6" w:rsidRPr="009C54AE" w:rsidRDefault="00F41639" w:rsidP="00DD72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DD72C6" w:rsidRPr="009C54AE" w14:paraId="0678BE60" w14:textId="77777777" w:rsidTr="00DD72C6">
        <w:tc>
          <w:tcPr>
            <w:tcW w:w="4901" w:type="dxa"/>
          </w:tcPr>
          <w:p w14:paraId="0E5B94DA" w14:textId="77777777" w:rsidR="00DD72C6" w:rsidRPr="009C54AE" w:rsidRDefault="00DD72C6" w:rsidP="00DD72C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14:paraId="6A6A2E22" w14:textId="77777777" w:rsidR="00DD72C6" w:rsidRPr="009C54AE" w:rsidRDefault="00F41639" w:rsidP="00DD72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12C0B3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1B637F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8E889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551A5AE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7A373B4" w14:textId="77777777" w:rsidTr="0071620A">
        <w:trPr>
          <w:trHeight w:val="397"/>
        </w:trPr>
        <w:tc>
          <w:tcPr>
            <w:tcW w:w="3544" w:type="dxa"/>
          </w:tcPr>
          <w:p w14:paraId="6F1F02B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3B952A0" w14:textId="3C63464D" w:rsidR="0085747A" w:rsidRPr="009C54AE" w:rsidRDefault="00C97F6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85747A" w:rsidRPr="009C54AE" w14:paraId="123C9711" w14:textId="77777777" w:rsidTr="0071620A">
        <w:trPr>
          <w:trHeight w:val="397"/>
        </w:trPr>
        <w:tc>
          <w:tcPr>
            <w:tcW w:w="3544" w:type="dxa"/>
          </w:tcPr>
          <w:p w14:paraId="649AA75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C12A47A" w14:textId="478CC30E" w:rsidR="0085747A" w:rsidRPr="009C54AE" w:rsidRDefault="00C97F6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</w:t>
            </w:r>
          </w:p>
        </w:tc>
      </w:tr>
    </w:tbl>
    <w:p w14:paraId="397C2A3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6D2F7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6C1CE4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FC09D7" w:rsidRPr="009C54AE" w14:paraId="17908AFF" w14:textId="77777777" w:rsidTr="0071620A">
        <w:trPr>
          <w:trHeight w:val="397"/>
        </w:trPr>
        <w:tc>
          <w:tcPr>
            <w:tcW w:w="7513" w:type="dxa"/>
          </w:tcPr>
          <w:p w14:paraId="6412631C" w14:textId="77777777" w:rsidR="00FC09D7" w:rsidRPr="00FC09D7" w:rsidRDefault="00FC09D7" w:rsidP="00FC09D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09D7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30711EA9" w14:textId="3C66E966" w:rsidR="00FC09D7" w:rsidRPr="00FC09D7" w:rsidRDefault="00FC09D7" w:rsidP="00FC09D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C09D7">
              <w:rPr>
                <w:rFonts w:ascii="Corbel" w:hAnsi="Corbel"/>
                <w:sz w:val="24"/>
                <w:szCs w:val="24"/>
              </w:rPr>
              <w:t>Bałachowicz</w:t>
            </w:r>
            <w:proofErr w:type="spellEnd"/>
            <w:r w:rsidRPr="00FC09D7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FC09D7">
              <w:rPr>
                <w:rFonts w:ascii="Corbel" w:hAnsi="Corbel"/>
                <w:i/>
                <w:sz w:val="24"/>
                <w:szCs w:val="24"/>
              </w:rPr>
              <w:t>Indywidualizacja jako postulat i konieczność współczesnej edukacji początkowej</w:t>
            </w:r>
            <w:r w:rsidRPr="00FC09D7">
              <w:rPr>
                <w:rFonts w:ascii="Corbel" w:hAnsi="Corbel"/>
                <w:sz w:val="24"/>
                <w:szCs w:val="24"/>
              </w:rPr>
              <w:t xml:space="preserve">; w: </w:t>
            </w:r>
            <w:r w:rsidRPr="00FC09D7">
              <w:rPr>
                <w:rFonts w:ascii="Corbel" w:hAnsi="Corbel"/>
                <w:i/>
                <w:sz w:val="24"/>
                <w:szCs w:val="24"/>
              </w:rPr>
              <w:t xml:space="preserve">Dziecko -uczeń a wczesna edukacja </w:t>
            </w:r>
            <w:r w:rsidRPr="00FC09D7">
              <w:rPr>
                <w:rFonts w:ascii="Corbel" w:hAnsi="Corbel"/>
                <w:sz w:val="24"/>
                <w:szCs w:val="24"/>
              </w:rPr>
              <w:t xml:space="preserve">red. I. Adamek, Z. </w:t>
            </w:r>
            <w:proofErr w:type="spellStart"/>
            <w:r w:rsidR="000B4B77" w:rsidRPr="00FC09D7">
              <w:rPr>
                <w:rFonts w:ascii="Corbel" w:hAnsi="Corbel"/>
                <w:sz w:val="24"/>
                <w:szCs w:val="24"/>
              </w:rPr>
              <w:t>Zbróg</w:t>
            </w:r>
            <w:proofErr w:type="spellEnd"/>
            <w:r w:rsidR="000B4B77" w:rsidRPr="00FC09D7">
              <w:rPr>
                <w:rFonts w:ascii="Corbel" w:hAnsi="Corbel"/>
                <w:sz w:val="24"/>
                <w:szCs w:val="24"/>
              </w:rPr>
              <w:t>, Kraków</w:t>
            </w:r>
            <w:r w:rsidRPr="00FC09D7">
              <w:rPr>
                <w:rFonts w:ascii="Corbel" w:hAnsi="Corbel"/>
                <w:sz w:val="24"/>
                <w:szCs w:val="24"/>
              </w:rPr>
              <w:t xml:space="preserve"> 2011. </w:t>
            </w:r>
          </w:p>
          <w:p w14:paraId="7EB20C09" w14:textId="77777777" w:rsidR="00FC09D7" w:rsidRPr="00FC09D7" w:rsidRDefault="00FC09D7" w:rsidP="00FC09D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09D7">
              <w:rPr>
                <w:rFonts w:ascii="Corbel" w:hAnsi="Corbel"/>
                <w:sz w:val="24"/>
                <w:szCs w:val="24"/>
              </w:rPr>
              <w:t>Bogdanowicz M., Ryzyko dysleksji, dysgrafii i dysortografii, Gdańsk 2012</w:t>
            </w:r>
          </w:p>
          <w:p w14:paraId="0F84C2E3" w14:textId="0B877715" w:rsidR="00FC09D7" w:rsidRPr="00FC09D7" w:rsidRDefault="00FC09D7" w:rsidP="00FC09D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09D7">
              <w:rPr>
                <w:rFonts w:ascii="Corbel" w:hAnsi="Corbel"/>
                <w:sz w:val="24"/>
                <w:szCs w:val="24"/>
              </w:rPr>
              <w:t xml:space="preserve">Gardner H., </w:t>
            </w:r>
            <w:r w:rsidRPr="00FC09D7">
              <w:rPr>
                <w:rFonts w:ascii="Corbel" w:hAnsi="Corbel"/>
                <w:i/>
                <w:sz w:val="24"/>
                <w:szCs w:val="24"/>
              </w:rPr>
              <w:t xml:space="preserve">Inteligencje wielorakie. Nowe horyzonty w teorii i </w:t>
            </w:r>
            <w:r w:rsidR="000B4B77" w:rsidRPr="00FC09D7">
              <w:rPr>
                <w:rFonts w:ascii="Corbel" w:hAnsi="Corbel"/>
                <w:i/>
                <w:sz w:val="24"/>
                <w:szCs w:val="24"/>
              </w:rPr>
              <w:t>praktyce</w:t>
            </w:r>
            <w:r w:rsidR="000B4B77" w:rsidRPr="00FC09D7">
              <w:rPr>
                <w:rFonts w:ascii="Corbel" w:hAnsi="Corbel"/>
                <w:sz w:val="24"/>
                <w:szCs w:val="24"/>
              </w:rPr>
              <w:t>, Warszawa</w:t>
            </w:r>
            <w:r w:rsidRPr="00FC09D7">
              <w:rPr>
                <w:rFonts w:ascii="Corbel" w:hAnsi="Corbel"/>
                <w:sz w:val="24"/>
                <w:szCs w:val="24"/>
              </w:rPr>
              <w:t xml:space="preserve"> 2009. </w:t>
            </w:r>
          </w:p>
          <w:p w14:paraId="73353DA0" w14:textId="2606218A" w:rsidR="00FC09D7" w:rsidRPr="00FC09D7" w:rsidRDefault="00FC09D7" w:rsidP="00FC09D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09D7">
              <w:rPr>
                <w:rFonts w:ascii="Corbel" w:hAnsi="Corbel"/>
                <w:sz w:val="24"/>
                <w:szCs w:val="24"/>
              </w:rPr>
              <w:t xml:space="preserve">Kruszewski K., </w:t>
            </w:r>
            <w:r w:rsidRPr="00FC09D7">
              <w:rPr>
                <w:rFonts w:ascii="Corbel" w:hAnsi="Corbel"/>
                <w:i/>
                <w:sz w:val="24"/>
                <w:szCs w:val="24"/>
              </w:rPr>
              <w:t>Indywidualizacja kształcenia, w: Sztuka nauczania, czynności nauczyciela</w:t>
            </w:r>
            <w:r w:rsidRPr="00FC09D7">
              <w:rPr>
                <w:rFonts w:ascii="Corbel" w:hAnsi="Corbel"/>
                <w:sz w:val="24"/>
                <w:szCs w:val="24"/>
              </w:rPr>
              <w:t xml:space="preserve">, red. K. </w:t>
            </w:r>
            <w:r w:rsidR="000B4B77" w:rsidRPr="00FC09D7">
              <w:rPr>
                <w:rFonts w:ascii="Corbel" w:hAnsi="Corbel"/>
                <w:sz w:val="24"/>
                <w:szCs w:val="24"/>
              </w:rPr>
              <w:t>Kruszewski, Warszawa</w:t>
            </w:r>
            <w:r w:rsidRPr="00FC09D7">
              <w:rPr>
                <w:rFonts w:ascii="Corbel" w:hAnsi="Corbel"/>
                <w:sz w:val="24"/>
                <w:szCs w:val="24"/>
              </w:rPr>
              <w:t xml:space="preserve"> 2002. </w:t>
            </w:r>
          </w:p>
          <w:p w14:paraId="5C8A280C" w14:textId="6D751A35" w:rsidR="00FC09D7" w:rsidRPr="00FC09D7" w:rsidRDefault="00FC09D7" w:rsidP="00FC09D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C09D7">
              <w:rPr>
                <w:rFonts w:ascii="Corbel" w:hAnsi="Corbel"/>
                <w:sz w:val="24"/>
                <w:szCs w:val="24"/>
              </w:rPr>
              <w:t>Limont</w:t>
            </w:r>
            <w:proofErr w:type="spellEnd"/>
            <w:r w:rsidRPr="00FC09D7">
              <w:rPr>
                <w:rFonts w:ascii="Corbel" w:hAnsi="Corbel"/>
                <w:sz w:val="24"/>
                <w:szCs w:val="24"/>
              </w:rPr>
              <w:t xml:space="preserve"> W., </w:t>
            </w:r>
            <w:r w:rsidRPr="00FC09D7">
              <w:rPr>
                <w:rFonts w:ascii="Corbel" w:hAnsi="Corbel"/>
                <w:i/>
                <w:sz w:val="24"/>
                <w:szCs w:val="24"/>
              </w:rPr>
              <w:t>Uczeń zdolny. Jak go rozpoznać i jak z nim pracować</w:t>
            </w:r>
            <w:r w:rsidRPr="00FC09D7">
              <w:rPr>
                <w:rFonts w:ascii="Corbel" w:hAnsi="Corbel"/>
                <w:sz w:val="24"/>
                <w:szCs w:val="24"/>
              </w:rPr>
              <w:t xml:space="preserve">, </w:t>
            </w:r>
            <w:r w:rsidR="000B4B77" w:rsidRPr="00FC09D7">
              <w:rPr>
                <w:rFonts w:ascii="Corbel" w:hAnsi="Corbel"/>
                <w:sz w:val="24"/>
                <w:szCs w:val="24"/>
              </w:rPr>
              <w:t>Sopot 2012.</w:t>
            </w:r>
          </w:p>
          <w:p w14:paraId="3B2F3731" w14:textId="5866F40A" w:rsidR="00FC09D7" w:rsidRPr="00FC09D7" w:rsidRDefault="00FC09D7" w:rsidP="00FC09D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09D7">
              <w:rPr>
                <w:rFonts w:ascii="Corbel" w:hAnsi="Corbel"/>
                <w:sz w:val="24"/>
                <w:szCs w:val="24"/>
              </w:rPr>
              <w:t xml:space="preserve">Malinowska J., </w:t>
            </w:r>
            <w:r w:rsidRPr="00FC09D7">
              <w:rPr>
                <w:rFonts w:ascii="Corbel" w:hAnsi="Corbel"/>
                <w:i/>
                <w:sz w:val="24"/>
                <w:szCs w:val="24"/>
              </w:rPr>
              <w:t>Uczeń jako badacz w procesie edukacji</w:t>
            </w:r>
            <w:r w:rsidRPr="00FC09D7">
              <w:rPr>
                <w:rFonts w:ascii="Corbel" w:hAnsi="Corbel"/>
                <w:sz w:val="24"/>
                <w:szCs w:val="24"/>
              </w:rPr>
              <w:t xml:space="preserve"> w: </w:t>
            </w:r>
            <w:r w:rsidRPr="00FC09D7">
              <w:rPr>
                <w:rFonts w:ascii="Corbel" w:hAnsi="Corbel"/>
                <w:i/>
                <w:sz w:val="24"/>
                <w:szCs w:val="24"/>
              </w:rPr>
              <w:t>Pedagogika wczesnoszkolna wobec zmieniających się kontekstów społecznych</w:t>
            </w:r>
            <w:r w:rsidRPr="00FC09D7">
              <w:rPr>
                <w:rFonts w:ascii="Corbel" w:hAnsi="Corbel"/>
                <w:sz w:val="24"/>
                <w:szCs w:val="24"/>
              </w:rPr>
              <w:t xml:space="preserve">, red. M. Magda </w:t>
            </w:r>
            <w:r w:rsidR="000B4B77" w:rsidRPr="00FC09D7">
              <w:rPr>
                <w:rFonts w:ascii="Corbel" w:hAnsi="Corbel"/>
                <w:sz w:val="24"/>
                <w:szCs w:val="24"/>
              </w:rPr>
              <w:t xml:space="preserve">Adamowicz, </w:t>
            </w:r>
            <w:proofErr w:type="spellStart"/>
            <w:r w:rsidR="000B4B77" w:rsidRPr="00FC09D7"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 w:rsidRPr="00FC09D7">
              <w:rPr>
                <w:rFonts w:ascii="Corbel" w:hAnsi="Corbel"/>
                <w:sz w:val="24"/>
                <w:szCs w:val="24"/>
              </w:rPr>
              <w:t>, Toruń 2014.</w:t>
            </w:r>
          </w:p>
          <w:p w14:paraId="1D651CAF" w14:textId="77777777" w:rsidR="00FC09D7" w:rsidRPr="00FC09D7" w:rsidRDefault="00FC09D7" w:rsidP="00FC09D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09D7">
              <w:rPr>
                <w:rFonts w:ascii="Corbel" w:hAnsi="Corbel"/>
                <w:sz w:val="24"/>
                <w:szCs w:val="24"/>
              </w:rPr>
              <w:t xml:space="preserve">Pęczkowski R. </w:t>
            </w:r>
            <w:r w:rsidRPr="00FC09D7">
              <w:rPr>
                <w:rFonts w:ascii="Corbel" w:hAnsi="Corbel"/>
                <w:i/>
                <w:sz w:val="24"/>
                <w:szCs w:val="24"/>
              </w:rPr>
              <w:t>Funkcjonowanie klas łączonych w polskim systemie edukacji</w:t>
            </w:r>
            <w:r w:rsidRPr="00FC09D7">
              <w:rPr>
                <w:rFonts w:ascii="Corbel" w:hAnsi="Corbel"/>
                <w:sz w:val="24"/>
                <w:szCs w:val="24"/>
              </w:rPr>
              <w:t>, Rzeszów 2010.</w:t>
            </w:r>
          </w:p>
          <w:p w14:paraId="4B0A1CCC" w14:textId="0B02D469" w:rsidR="00FC09D7" w:rsidRPr="00FC09D7" w:rsidRDefault="00FC09D7" w:rsidP="00FC09D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09D7">
              <w:rPr>
                <w:rFonts w:ascii="Corbel" w:hAnsi="Corbel"/>
                <w:i/>
                <w:sz w:val="24"/>
                <w:szCs w:val="24"/>
              </w:rPr>
              <w:t>Problemy edukacji wczesnoszkolnej. Indywidualizacja-socjalizacja -integracja</w:t>
            </w:r>
            <w:r w:rsidRPr="00FC09D7">
              <w:rPr>
                <w:rFonts w:ascii="Corbel" w:hAnsi="Corbel"/>
                <w:sz w:val="24"/>
                <w:szCs w:val="24"/>
              </w:rPr>
              <w:t xml:space="preserve">, red. E. Skrzetuska, </w:t>
            </w:r>
            <w:r w:rsidR="000B4B77" w:rsidRPr="00FC09D7">
              <w:rPr>
                <w:rFonts w:ascii="Corbel" w:hAnsi="Corbel"/>
                <w:sz w:val="24"/>
                <w:szCs w:val="24"/>
              </w:rPr>
              <w:t>Lublin 2011.</w:t>
            </w:r>
            <w:r w:rsidRPr="00FC09D7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DFF92ED" w14:textId="18053187" w:rsidR="00FC09D7" w:rsidRPr="00FC09D7" w:rsidRDefault="00FC09D7" w:rsidP="00FC09D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09D7">
              <w:rPr>
                <w:rFonts w:ascii="Corbel" w:hAnsi="Corbel"/>
                <w:i/>
                <w:sz w:val="24"/>
                <w:szCs w:val="24"/>
              </w:rPr>
              <w:t>Problemy edukacji wczesnoszkolnej. Indywidualizacja-uzdolnienia –</w:t>
            </w:r>
            <w:r w:rsidRPr="00FC09D7">
              <w:rPr>
                <w:rFonts w:ascii="Corbel" w:hAnsi="Corbel"/>
                <w:i/>
                <w:sz w:val="24"/>
                <w:szCs w:val="24"/>
              </w:rPr>
              <w:lastRenderedPageBreak/>
              <w:t>refleksja nauczy</w:t>
            </w:r>
            <w:r w:rsidRPr="00FC09D7">
              <w:rPr>
                <w:rFonts w:ascii="Corbel" w:hAnsi="Corbel"/>
                <w:sz w:val="24"/>
                <w:szCs w:val="24"/>
              </w:rPr>
              <w:t xml:space="preserve">ciela, red. E. Skrzetuska, </w:t>
            </w:r>
            <w:r w:rsidR="000B4B77" w:rsidRPr="00FC09D7">
              <w:rPr>
                <w:rFonts w:ascii="Corbel" w:hAnsi="Corbel"/>
                <w:sz w:val="24"/>
                <w:szCs w:val="24"/>
              </w:rPr>
              <w:t>Lublin 2011.</w:t>
            </w:r>
            <w:r w:rsidRPr="00FC09D7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0B47F9E" w14:textId="77777777" w:rsidR="00FC09D7" w:rsidRPr="00FC09D7" w:rsidRDefault="00FC09D7" w:rsidP="00FC09D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09D7">
              <w:rPr>
                <w:rFonts w:ascii="Corbel" w:hAnsi="Corbel"/>
                <w:sz w:val="24"/>
                <w:szCs w:val="24"/>
              </w:rPr>
              <w:t xml:space="preserve">Żądło J. , </w:t>
            </w:r>
            <w:r w:rsidRPr="00FC09D7">
              <w:rPr>
                <w:rFonts w:ascii="Corbel" w:hAnsi="Corbel"/>
                <w:i/>
                <w:sz w:val="24"/>
                <w:szCs w:val="24"/>
              </w:rPr>
              <w:t>Indywidualizacja w edukacji wczesnoszkolnej, w: Dziecko -uczeń a wczesna edukacja</w:t>
            </w:r>
            <w:r w:rsidRPr="00FC09D7">
              <w:rPr>
                <w:rFonts w:ascii="Corbel" w:hAnsi="Corbel"/>
                <w:sz w:val="24"/>
                <w:szCs w:val="24"/>
              </w:rPr>
              <w:t xml:space="preserve"> red. I. Adamek, Z. </w:t>
            </w:r>
            <w:proofErr w:type="spellStart"/>
            <w:r w:rsidRPr="00FC09D7">
              <w:rPr>
                <w:rFonts w:ascii="Corbel" w:hAnsi="Corbel"/>
                <w:sz w:val="24"/>
                <w:szCs w:val="24"/>
              </w:rPr>
              <w:t>Zbróg</w:t>
            </w:r>
            <w:proofErr w:type="spellEnd"/>
            <w:r w:rsidRPr="00FC09D7">
              <w:rPr>
                <w:rFonts w:ascii="Corbel" w:hAnsi="Corbel"/>
                <w:sz w:val="24"/>
                <w:szCs w:val="24"/>
              </w:rPr>
              <w:t>, Kraków 2011.</w:t>
            </w:r>
          </w:p>
        </w:tc>
      </w:tr>
      <w:tr w:rsidR="00FC09D7" w:rsidRPr="00FC09D7" w14:paraId="142937CC" w14:textId="77777777" w:rsidTr="0071620A">
        <w:trPr>
          <w:trHeight w:val="397"/>
        </w:trPr>
        <w:tc>
          <w:tcPr>
            <w:tcW w:w="7513" w:type="dxa"/>
          </w:tcPr>
          <w:p w14:paraId="1F310DC3" w14:textId="77777777" w:rsidR="00FC09D7" w:rsidRPr="00FC09D7" w:rsidRDefault="00FC09D7" w:rsidP="00FC09D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09D7">
              <w:rPr>
                <w:rFonts w:ascii="Corbel" w:hAnsi="Corbel"/>
                <w:sz w:val="24"/>
                <w:szCs w:val="24"/>
              </w:rPr>
              <w:lastRenderedPageBreak/>
              <w:t xml:space="preserve">Literatura uzupełniająca: </w:t>
            </w:r>
          </w:p>
          <w:p w14:paraId="37E9C35D" w14:textId="77777777" w:rsidR="00FC09D7" w:rsidRPr="00FC09D7" w:rsidRDefault="00FC09D7" w:rsidP="00FC09D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C09D7">
              <w:rPr>
                <w:rFonts w:ascii="Corbel" w:hAnsi="Corbel"/>
                <w:sz w:val="24"/>
                <w:szCs w:val="24"/>
              </w:rPr>
              <w:t>Brophy</w:t>
            </w:r>
            <w:proofErr w:type="spellEnd"/>
            <w:r w:rsidRPr="00FC09D7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FC09D7">
              <w:rPr>
                <w:rFonts w:ascii="Corbel" w:hAnsi="Corbel"/>
                <w:i/>
                <w:sz w:val="24"/>
                <w:szCs w:val="24"/>
              </w:rPr>
              <w:t>Motywowanie uczniów do nauki</w:t>
            </w:r>
            <w:r w:rsidRPr="00FC09D7">
              <w:rPr>
                <w:rFonts w:ascii="Corbel" w:hAnsi="Corbel"/>
                <w:sz w:val="24"/>
                <w:szCs w:val="24"/>
              </w:rPr>
              <w:t xml:space="preserve">, Warszawa 2004, </w:t>
            </w:r>
          </w:p>
          <w:p w14:paraId="1DF8923E" w14:textId="77777777" w:rsidR="00FC09D7" w:rsidRPr="00FC09D7" w:rsidRDefault="00FC09D7" w:rsidP="00FC09D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09D7">
              <w:rPr>
                <w:rFonts w:ascii="Corbel" w:hAnsi="Corbel"/>
                <w:sz w:val="24"/>
                <w:szCs w:val="24"/>
              </w:rPr>
              <w:t xml:space="preserve">Encyklopedia pedagogiczna XXI wieku, Warszawa 2003 </w:t>
            </w:r>
          </w:p>
          <w:p w14:paraId="640F04A0" w14:textId="0DC1247D" w:rsidR="00FC09D7" w:rsidRPr="00FC09D7" w:rsidRDefault="00FC09D7" w:rsidP="00FC09D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09D7">
              <w:rPr>
                <w:rFonts w:ascii="Corbel" w:hAnsi="Corbel"/>
                <w:sz w:val="24"/>
                <w:szCs w:val="24"/>
              </w:rPr>
              <w:t xml:space="preserve">Pęczkowski R. </w:t>
            </w:r>
            <w:r w:rsidRPr="00FC09D7">
              <w:rPr>
                <w:rFonts w:ascii="Corbel" w:hAnsi="Corbel"/>
                <w:i/>
                <w:sz w:val="24"/>
                <w:szCs w:val="24"/>
              </w:rPr>
              <w:t xml:space="preserve">Nauczanie w klasach łączonych – charakterystyka zjawiska: </w:t>
            </w:r>
            <w:r w:rsidR="000B4B77">
              <w:rPr>
                <w:rFonts w:ascii="Corbel" w:hAnsi="Corbel"/>
                <w:sz w:val="24"/>
                <w:szCs w:val="24"/>
              </w:rPr>
              <w:t>w:</w:t>
            </w:r>
            <w:r w:rsidR="000B4B77" w:rsidRPr="00FC09D7">
              <w:rPr>
                <w:rFonts w:ascii="Corbel" w:hAnsi="Corbel"/>
                <w:i/>
                <w:sz w:val="24"/>
                <w:szCs w:val="24"/>
              </w:rPr>
              <w:t xml:space="preserve"> Wczesna</w:t>
            </w:r>
            <w:r w:rsidRPr="00FC09D7">
              <w:rPr>
                <w:rFonts w:ascii="Corbel" w:hAnsi="Corbel"/>
                <w:i/>
                <w:sz w:val="24"/>
                <w:szCs w:val="24"/>
              </w:rPr>
              <w:t xml:space="preserve"> edukacja </w:t>
            </w:r>
            <w:r w:rsidR="000B4B77" w:rsidRPr="00FC09D7">
              <w:rPr>
                <w:rFonts w:ascii="Corbel" w:hAnsi="Corbel"/>
                <w:i/>
                <w:sz w:val="24"/>
                <w:szCs w:val="24"/>
              </w:rPr>
              <w:t>dziecka</w:t>
            </w:r>
            <w:r w:rsidR="000B4B77">
              <w:rPr>
                <w:rFonts w:ascii="Corbel" w:hAnsi="Corbel"/>
                <w:i/>
                <w:sz w:val="24"/>
                <w:szCs w:val="24"/>
              </w:rPr>
              <w:t>.</w:t>
            </w:r>
            <w:r w:rsidR="000B4B77" w:rsidRPr="00FC09D7">
              <w:rPr>
                <w:rFonts w:ascii="Corbel" w:hAnsi="Corbel"/>
                <w:i/>
                <w:sz w:val="24"/>
                <w:szCs w:val="24"/>
              </w:rPr>
              <w:t xml:space="preserve"> Implikacje</w:t>
            </w:r>
            <w:r w:rsidRPr="00FC09D7">
              <w:rPr>
                <w:rFonts w:ascii="Corbel" w:hAnsi="Corbel"/>
                <w:i/>
                <w:sz w:val="24"/>
                <w:szCs w:val="24"/>
              </w:rPr>
              <w:t xml:space="preserve"> do praktyki</w:t>
            </w:r>
            <w:r w:rsidRPr="00FC09D7">
              <w:rPr>
                <w:rFonts w:ascii="Corbel" w:hAnsi="Corbel"/>
                <w:sz w:val="24"/>
                <w:szCs w:val="24"/>
              </w:rPr>
              <w:t xml:space="preserve">; red: </w:t>
            </w:r>
            <w:proofErr w:type="spellStart"/>
            <w:r w:rsidRPr="00FC09D7">
              <w:rPr>
                <w:rFonts w:ascii="Corbel" w:hAnsi="Corbel"/>
                <w:sz w:val="24"/>
                <w:szCs w:val="24"/>
              </w:rPr>
              <w:t>E.Dolata</w:t>
            </w:r>
            <w:proofErr w:type="spellEnd"/>
            <w:r w:rsidRPr="00FC09D7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FC09D7">
              <w:rPr>
                <w:rFonts w:ascii="Corbel" w:hAnsi="Corbel"/>
                <w:sz w:val="24"/>
                <w:szCs w:val="24"/>
              </w:rPr>
              <w:t>S.Pusz</w:t>
            </w:r>
            <w:proofErr w:type="spellEnd"/>
            <w:r w:rsidRPr="00FC09D7">
              <w:rPr>
                <w:rFonts w:ascii="Corbel" w:hAnsi="Corbel"/>
                <w:sz w:val="24"/>
                <w:szCs w:val="24"/>
              </w:rPr>
              <w:t>., Rzeszów 2013.</w:t>
            </w:r>
          </w:p>
          <w:p w14:paraId="2F315F7E" w14:textId="77777777" w:rsidR="00FC09D7" w:rsidRPr="00FC09D7" w:rsidRDefault="00FC09D7" w:rsidP="00FC09D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09D7">
              <w:rPr>
                <w:rFonts w:ascii="Corbel" w:hAnsi="Corbel"/>
                <w:sz w:val="24"/>
                <w:szCs w:val="24"/>
              </w:rPr>
              <w:t>R. Więckowski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FC09D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C09D7">
              <w:rPr>
                <w:rFonts w:ascii="Corbel" w:hAnsi="Corbel"/>
                <w:i/>
                <w:sz w:val="24"/>
                <w:szCs w:val="24"/>
              </w:rPr>
              <w:t>Problem indywidualizacji w nauczaniu</w:t>
            </w:r>
            <w:r w:rsidRPr="00FC09D7">
              <w:rPr>
                <w:rFonts w:ascii="Corbel" w:hAnsi="Corbel"/>
                <w:sz w:val="24"/>
                <w:szCs w:val="24"/>
              </w:rPr>
              <w:t xml:space="preserve">, Warszawa 1973 </w:t>
            </w:r>
            <w:proofErr w:type="spellStart"/>
            <w:r w:rsidRPr="00FC09D7">
              <w:rPr>
                <w:rFonts w:ascii="Corbel" w:hAnsi="Corbel"/>
                <w:sz w:val="24"/>
                <w:szCs w:val="24"/>
              </w:rPr>
              <w:t>Strelau</w:t>
            </w:r>
            <w:proofErr w:type="spellEnd"/>
            <w:r w:rsidRPr="00FC09D7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FC09D7">
              <w:rPr>
                <w:rFonts w:ascii="Corbel" w:hAnsi="Corbel"/>
                <w:i/>
                <w:sz w:val="24"/>
                <w:szCs w:val="24"/>
              </w:rPr>
              <w:t>Psychologia różnic indywidualnych</w:t>
            </w:r>
            <w:r w:rsidRPr="00FC09D7">
              <w:rPr>
                <w:rFonts w:ascii="Corbel" w:hAnsi="Corbel"/>
                <w:sz w:val="24"/>
                <w:szCs w:val="24"/>
              </w:rPr>
              <w:t>, Warszawa 1977</w:t>
            </w:r>
          </w:p>
        </w:tc>
      </w:tr>
    </w:tbl>
    <w:p w14:paraId="0C4E4A7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8BFB18" w14:textId="77777777" w:rsidR="0085747A" w:rsidRPr="00FC09D7" w:rsidRDefault="0085747A" w:rsidP="006613B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bookmarkStart w:id="0" w:name="_GoBack"/>
      <w:bookmarkEnd w:id="0"/>
    </w:p>
    <w:p w14:paraId="3F2C9A3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5DFE93" w14:textId="77777777" w:rsidR="00930A9A" w:rsidRDefault="00930A9A" w:rsidP="00C16ABF">
      <w:pPr>
        <w:spacing w:after="0" w:line="240" w:lineRule="auto"/>
      </w:pPr>
      <w:r>
        <w:separator/>
      </w:r>
    </w:p>
  </w:endnote>
  <w:endnote w:type="continuationSeparator" w:id="0">
    <w:p w14:paraId="0F2F339E" w14:textId="77777777" w:rsidR="00930A9A" w:rsidRDefault="00930A9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4B38D0" w14:textId="77777777" w:rsidR="00930A9A" w:rsidRDefault="00930A9A" w:rsidP="00C16ABF">
      <w:pPr>
        <w:spacing w:after="0" w:line="240" w:lineRule="auto"/>
      </w:pPr>
      <w:r>
        <w:separator/>
      </w:r>
    </w:p>
  </w:footnote>
  <w:footnote w:type="continuationSeparator" w:id="0">
    <w:p w14:paraId="29586666" w14:textId="77777777" w:rsidR="00930A9A" w:rsidRDefault="00930A9A" w:rsidP="00C16ABF">
      <w:pPr>
        <w:spacing w:after="0" w:line="240" w:lineRule="auto"/>
      </w:pPr>
      <w:r>
        <w:continuationSeparator/>
      </w:r>
    </w:p>
  </w:footnote>
  <w:footnote w:id="1">
    <w:p w14:paraId="6B1F6E2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5547F"/>
    <w:multiLevelType w:val="hybridMultilevel"/>
    <w:tmpl w:val="A16424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49B3D5D"/>
    <w:multiLevelType w:val="hybridMultilevel"/>
    <w:tmpl w:val="94F851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5DF1D21"/>
    <w:multiLevelType w:val="hybridMultilevel"/>
    <w:tmpl w:val="834C96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3E4F18"/>
    <w:multiLevelType w:val="hybridMultilevel"/>
    <w:tmpl w:val="1C5C650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EE97FD5"/>
    <w:multiLevelType w:val="hybridMultilevel"/>
    <w:tmpl w:val="678CCD76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4B7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66A1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7650"/>
    <w:rsid w:val="003018BA"/>
    <w:rsid w:val="0030395F"/>
    <w:rsid w:val="00305C92"/>
    <w:rsid w:val="003151C5"/>
    <w:rsid w:val="0032590E"/>
    <w:rsid w:val="003343CF"/>
    <w:rsid w:val="00346FE9"/>
    <w:rsid w:val="0034759A"/>
    <w:rsid w:val="003503F6"/>
    <w:rsid w:val="003530DD"/>
    <w:rsid w:val="00363F78"/>
    <w:rsid w:val="003A0A5B"/>
    <w:rsid w:val="003A1176"/>
    <w:rsid w:val="003B5921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4C06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5A77"/>
    <w:rsid w:val="004F1551"/>
    <w:rsid w:val="004F55A3"/>
    <w:rsid w:val="00502175"/>
    <w:rsid w:val="0050496F"/>
    <w:rsid w:val="00513B6F"/>
    <w:rsid w:val="00517C63"/>
    <w:rsid w:val="00526C94"/>
    <w:rsid w:val="005363C4"/>
    <w:rsid w:val="00536BDE"/>
    <w:rsid w:val="005406A2"/>
    <w:rsid w:val="00543ACC"/>
    <w:rsid w:val="0056696D"/>
    <w:rsid w:val="00573EF9"/>
    <w:rsid w:val="0059484D"/>
    <w:rsid w:val="005A0855"/>
    <w:rsid w:val="005A155D"/>
    <w:rsid w:val="005A3196"/>
    <w:rsid w:val="005C080F"/>
    <w:rsid w:val="005C2D2B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13BA"/>
    <w:rsid w:val="006620D9"/>
    <w:rsid w:val="00671958"/>
    <w:rsid w:val="00675843"/>
    <w:rsid w:val="00696477"/>
    <w:rsid w:val="006C1ED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6703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21B5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0A9A"/>
    <w:rsid w:val="009508DF"/>
    <w:rsid w:val="00950DAC"/>
    <w:rsid w:val="00954A07"/>
    <w:rsid w:val="00997F14"/>
    <w:rsid w:val="009A78D9"/>
    <w:rsid w:val="009B055A"/>
    <w:rsid w:val="009C1331"/>
    <w:rsid w:val="009C3E31"/>
    <w:rsid w:val="009C54AE"/>
    <w:rsid w:val="009C788E"/>
    <w:rsid w:val="009D6173"/>
    <w:rsid w:val="009E3B41"/>
    <w:rsid w:val="009F3C5C"/>
    <w:rsid w:val="009F4610"/>
    <w:rsid w:val="00A00ECC"/>
    <w:rsid w:val="00A134F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5365"/>
    <w:rsid w:val="00A84C85"/>
    <w:rsid w:val="00A913A6"/>
    <w:rsid w:val="00A97DE1"/>
    <w:rsid w:val="00AA5FF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54D"/>
    <w:rsid w:val="00B607DB"/>
    <w:rsid w:val="00B610FE"/>
    <w:rsid w:val="00B66529"/>
    <w:rsid w:val="00B75946"/>
    <w:rsid w:val="00B8056E"/>
    <w:rsid w:val="00B819C8"/>
    <w:rsid w:val="00B82308"/>
    <w:rsid w:val="00B84F32"/>
    <w:rsid w:val="00B857CD"/>
    <w:rsid w:val="00B90885"/>
    <w:rsid w:val="00B94B45"/>
    <w:rsid w:val="00B96753"/>
    <w:rsid w:val="00BA180C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5D9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7F69"/>
    <w:rsid w:val="00CA2B96"/>
    <w:rsid w:val="00CA5089"/>
    <w:rsid w:val="00CB42CB"/>
    <w:rsid w:val="00CD6897"/>
    <w:rsid w:val="00CE5BAC"/>
    <w:rsid w:val="00CE6315"/>
    <w:rsid w:val="00CF25BE"/>
    <w:rsid w:val="00CF78ED"/>
    <w:rsid w:val="00D02B25"/>
    <w:rsid w:val="00D02EBA"/>
    <w:rsid w:val="00D17C3C"/>
    <w:rsid w:val="00D26B2C"/>
    <w:rsid w:val="00D352C9"/>
    <w:rsid w:val="00D367DD"/>
    <w:rsid w:val="00D425B2"/>
    <w:rsid w:val="00D428D6"/>
    <w:rsid w:val="00D5117A"/>
    <w:rsid w:val="00D532A7"/>
    <w:rsid w:val="00D552B2"/>
    <w:rsid w:val="00D60246"/>
    <w:rsid w:val="00D608D1"/>
    <w:rsid w:val="00D74119"/>
    <w:rsid w:val="00D76E72"/>
    <w:rsid w:val="00D8075B"/>
    <w:rsid w:val="00D8678B"/>
    <w:rsid w:val="00DA2114"/>
    <w:rsid w:val="00DD72C6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208F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415F"/>
    <w:rsid w:val="00F070AB"/>
    <w:rsid w:val="00F17567"/>
    <w:rsid w:val="00F27A7B"/>
    <w:rsid w:val="00F32C5B"/>
    <w:rsid w:val="00F41639"/>
    <w:rsid w:val="00F526AF"/>
    <w:rsid w:val="00F617C3"/>
    <w:rsid w:val="00F7066B"/>
    <w:rsid w:val="00F70DC0"/>
    <w:rsid w:val="00F83B28"/>
    <w:rsid w:val="00FA46E5"/>
    <w:rsid w:val="00FA6CE6"/>
    <w:rsid w:val="00FB7DBA"/>
    <w:rsid w:val="00FC09D7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821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B857CD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857CD"/>
    <w:rPr>
      <w:rFonts w:ascii="Calibri" w:eastAsiaTheme="minorHAnsi" w:hAnsi="Calibri" w:cstheme="minorBidi"/>
      <w:sz w:val="22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B857CD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857CD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95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5928E-6A15-4DAE-B0DE-1EE9A6D41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1100</Words>
  <Characters>6604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2019-02-06T12:12:00Z</cp:lastPrinted>
  <dcterms:created xsi:type="dcterms:W3CDTF">2019-10-23T06:07:00Z</dcterms:created>
  <dcterms:modified xsi:type="dcterms:W3CDTF">2021-01-20T11:27:00Z</dcterms:modified>
</cp:coreProperties>
</file>